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FDA09" w14:textId="77777777" w:rsidR="00F179F5" w:rsidRPr="00B267E0" w:rsidRDefault="00F179F5" w:rsidP="00340E3C">
      <w:pPr>
        <w:pStyle w:val="KeinLeerraum"/>
        <w:rPr>
          <w:rFonts w:ascii="Candara" w:hAnsi="Candara" w:cs="Arial"/>
          <w:sz w:val="40"/>
          <w:szCs w:val="40"/>
        </w:rPr>
      </w:pPr>
    </w:p>
    <w:p w14:paraId="1D8B9CEA" w14:textId="1D6FB88A" w:rsidR="00340E3C" w:rsidRPr="00B267E0" w:rsidRDefault="00340E3C" w:rsidP="00340E3C">
      <w:pPr>
        <w:pStyle w:val="KeinLeerraum"/>
        <w:rPr>
          <w:rFonts w:ascii="Candara" w:hAnsi="Candara" w:cs="Arial"/>
          <w:sz w:val="36"/>
          <w:szCs w:val="36"/>
        </w:rPr>
      </w:pPr>
      <w:r w:rsidRPr="00B267E0">
        <w:rPr>
          <w:rFonts w:ascii="Candara" w:hAnsi="Candara" w:cs="Arial"/>
          <w:sz w:val="36"/>
          <w:szCs w:val="36"/>
        </w:rPr>
        <w:t>Beitrittsgesuch Mitgliedschaft</w:t>
      </w:r>
      <w:r w:rsidR="00DD4153" w:rsidRPr="00B267E0">
        <w:rPr>
          <w:rFonts w:ascii="Candara" w:hAnsi="Candara" w:cs="Arial"/>
          <w:sz w:val="36"/>
          <w:szCs w:val="36"/>
        </w:rPr>
        <w:t xml:space="preserve"> </w:t>
      </w:r>
      <w:r w:rsidR="00ED0163" w:rsidRPr="00B267E0">
        <w:rPr>
          <w:rFonts w:ascii="Candara" w:hAnsi="Candara" w:cs="Arial"/>
          <w:sz w:val="36"/>
          <w:szCs w:val="36"/>
        </w:rPr>
        <w:t>Förderverein Jonathan Garbel</w:t>
      </w:r>
      <w:r w:rsidR="008E332B" w:rsidRPr="00B267E0">
        <w:rPr>
          <w:rFonts w:ascii="Candara" w:hAnsi="Candara" w:cs="Arial"/>
          <w:sz w:val="36"/>
          <w:szCs w:val="36"/>
        </w:rPr>
        <w:t>y „</w:t>
      </w:r>
      <w:r w:rsidR="00DD4153" w:rsidRPr="00B267E0">
        <w:rPr>
          <w:rFonts w:ascii="Candara" w:hAnsi="Candara" w:cs="Arial"/>
          <w:sz w:val="36"/>
          <w:szCs w:val="36"/>
        </w:rPr>
        <w:t>FVJG</w:t>
      </w:r>
      <w:r w:rsidR="008E332B" w:rsidRPr="00B267E0">
        <w:rPr>
          <w:rFonts w:ascii="Candara" w:hAnsi="Candara" w:cs="Arial"/>
          <w:sz w:val="36"/>
          <w:szCs w:val="36"/>
        </w:rPr>
        <w:t>“</w:t>
      </w:r>
      <w:r w:rsidR="00712F68" w:rsidRPr="00B267E0">
        <w:rPr>
          <w:rFonts w:ascii="Candara" w:hAnsi="Candara" w:cs="Arial"/>
          <w:sz w:val="36"/>
          <w:szCs w:val="36"/>
        </w:rPr>
        <w:t xml:space="preserve"> </w:t>
      </w:r>
      <w:r w:rsidR="00DD4153" w:rsidRPr="00B267E0">
        <w:rPr>
          <w:rFonts w:ascii="Candara" w:hAnsi="Candara" w:cs="Arial"/>
          <w:sz w:val="36"/>
          <w:szCs w:val="36"/>
        </w:rPr>
        <w:t xml:space="preserve">als </w:t>
      </w:r>
    </w:p>
    <w:p w14:paraId="3B1339F4" w14:textId="00D82A8B" w:rsidR="00340E3C" w:rsidRPr="00B267E0" w:rsidRDefault="00340E3C" w:rsidP="00712F68">
      <w:pPr>
        <w:pStyle w:val="KeinLeerraum"/>
        <w:rPr>
          <w:rFonts w:ascii="Candara" w:hAnsi="Candara" w:cs="Arial"/>
          <w:sz w:val="40"/>
          <w:szCs w:val="40"/>
        </w:rPr>
      </w:pPr>
    </w:p>
    <w:p w14:paraId="6BA312F7" w14:textId="21AEF839" w:rsidR="00340E3C" w:rsidRPr="00B267E0" w:rsidRDefault="001675E7" w:rsidP="001675E7">
      <w:pPr>
        <w:pStyle w:val="KeinLeerraum"/>
        <w:tabs>
          <w:tab w:val="left" w:pos="567"/>
        </w:tabs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40"/>
          <w:szCs w:val="40"/>
        </w:rPr>
        <w:sym w:font="Wingdings" w:char="F06F"/>
      </w:r>
      <w:r w:rsidRPr="00B267E0">
        <w:rPr>
          <w:rFonts w:ascii="Candara" w:hAnsi="Candara" w:cs="Arial"/>
          <w:sz w:val="24"/>
          <w:szCs w:val="24"/>
        </w:rPr>
        <w:t xml:space="preserve"> </w:t>
      </w:r>
      <w:r w:rsidRPr="00B267E0">
        <w:rPr>
          <w:rFonts w:ascii="Candara" w:hAnsi="Candara" w:cs="Arial"/>
          <w:sz w:val="24"/>
          <w:szCs w:val="24"/>
        </w:rPr>
        <w:tab/>
      </w:r>
      <w:r w:rsidR="008E332B" w:rsidRPr="00B267E0">
        <w:rPr>
          <w:rFonts w:ascii="Candara" w:hAnsi="Candara" w:cs="Arial"/>
          <w:sz w:val="28"/>
          <w:szCs w:val="28"/>
        </w:rPr>
        <w:t>Business-Partner (Firma)</w:t>
      </w:r>
    </w:p>
    <w:p w14:paraId="69C49455" w14:textId="62F1E30A" w:rsidR="008E332B" w:rsidRPr="00B267E0" w:rsidRDefault="008E332B" w:rsidP="001675E7">
      <w:pPr>
        <w:pStyle w:val="KeinLeerraum"/>
        <w:tabs>
          <w:tab w:val="left" w:pos="567"/>
        </w:tabs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 xml:space="preserve"> </w:t>
      </w:r>
      <w:r w:rsidR="001675E7" w:rsidRPr="00B267E0">
        <w:rPr>
          <w:rFonts w:ascii="Candara" w:hAnsi="Candara" w:cs="Arial"/>
          <w:sz w:val="40"/>
          <w:szCs w:val="40"/>
        </w:rPr>
        <w:t xml:space="preserve"> </w:t>
      </w:r>
    </w:p>
    <w:p w14:paraId="4061A59C" w14:textId="359D7724" w:rsidR="008E332B" w:rsidRPr="00B267E0" w:rsidRDefault="001675E7" w:rsidP="001675E7">
      <w:pPr>
        <w:pStyle w:val="KeinLeerraum"/>
        <w:tabs>
          <w:tab w:val="left" w:pos="567"/>
        </w:tabs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40"/>
          <w:szCs w:val="40"/>
        </w:rPr>
        <w:sym w:font="Wingdings" w:char="F06F"/>
      </w:r>
      <w:r w:rsidRPr="00B267E0">
        <w:rPr>
          <w:rFonts w:ascii="Candara" w:hAnsi="Candara" w:cs="Arial"/>
          <w:sz w:val="40"/>
          <w:szCs w:val="40"/>
        </w:rPr>
        <w:tab/>
      </w:r>
      <w:r w:rsidR="008E332B" w:rsidRPr="00B267E0">
        <w:rPr>
          <w:rFonts w:ascii="Candara" w:hAnsi="Candara" w:cs="Arial"/>
          <w:sz w:val="28"/>
          <w:szCs w:val="28"/>
        </w:rPr>
        <w:t>Premium-Partner</w:t>
      </w:r>
    </w:p>
    <w:p w14:paraId="4042EFAF" w14:textId="77777777" w:rsidR="001675E7" w:rsidRPr="00B267E0" w:rsidRDefault="001675E7" w:rsidP="001675E7">
      <w:pPr>
        <w:pStyle w:val="KeinLeerraum"/>
        <w:tabs>
          <w:tab w:val="left" w:pos="567"/>
        </w:tabs>
        <w:rPr>
          <w:rFonts w:ascii="Candara" w:hAnsi="Candara" w:cs="Arial"/>
          <w:sz w:val="40"/>
          <w:szCs w:val="40"/>
        </w:rPr>
      </w:pPr>
    </w:p>
    <w:p w14:paraId="4E133B51" w14:textId="63587FA4" w:rsidR="001675E7" w:rsidRPr="00B267E0" w:rsidRDefault="001675E7" w:rsidP="001675E7">
      <w:pPr>
        <w:pStyle w:val="KeinLeerraum"/>
        <w:tabs>
          <w:tab w:val="left" w:pos="567"/>
        </w:tabs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40"/>
          <w:szCs w:val="40"/>
        </w:rPr>
        <w:sym w:font="Wingdings" w:char="F06F"/>
      </w:r>
      <w:r w:rsidRPr="00B267E0">
        <w:rPr>
          <w:rFonts w:ascii="Candara" w:hAnsi="Candara" w:cs="Arial"/>
          <w:sz w:val="24"/>
          <w:szCs w:val="24"/>
        </w:rPr>
        <w:t xml:space="preserve"> </w:t>
      </w: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8"/>
          <w:szCs w:val="28"/>
        </w:rPr>
        <w:t>Basis Partner</w:t>
      </w:r>
    </w:p>
    <w:p w14:paraId="52D7746F" w14:textId="70E2C976" w:rsidR="001675E7" w:rsidRPr="00B267E0" w:rsidRDefault="001675E7" w:rsidP="00D33738">
      <w:pPr>
        <w:pStyle w:val="KeinLeerraum"/>
        <w:tabs>
          <w:tab w:val="center" w:pos="4393"/>
        </w:tabs>
        <w:rPr>
          <w:rFonts w:ascii="Candara" w:hAnsi="Candara" w:cs="Arial"/>
          <w:sz w:val="24"/>
          <w:szCs w:val="24"/>
        </w:rPr>
      </w:pPr>
      <w:r w:rsidRPr="00B267E0">
        <w:rPr>
          <w:rFonts w:ascii="Candara" w:hAnsi="Candara" w:cs="Arial"/>
          <w:sz w:val="24"/>
          <w:szCs w:val="24"/>
        </w:rPr>
        <w:t xml:space="preserve"> </w:t>
      </w:r>
      <w:r w:rsidR="00D33738" w:rsidRPr="00B267E0">
        <w:rPr>
          <w:rFonts w:ascii="Candara" w:hAnsi="Candara" w:cs="Arial"/>
          <w:sz w:val="24"/>
          <w:szCs w:val="24"/>
        </w:rPr>
        <w:tab/>
      </w:r>
    </w:p>
    <w:p w14:paraId="535668C7" w14:textId="580F837C" w:rsidR="00340E3C" w:rsidRPr="00B267E0" w:rsidRDefault="008E332B" w:rsidP="00340E3C">
      <w:pPr>
        <w:pStyle w:val="KeinLeerraum"/>
        <w:rPr>
          <w:rFonts w:ascii="Candara" w:hAnsi="Candara" w:cs="Arial"/>
          <w:sz w:val="24"/>
          <w:szCs w:val="24"/>
        </w:rPr>
      </w:pP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4"/>
          <w:szCs w:val="24"/>
        </w:rPr>
        <w:tab/>
      </w:r>
    </w:p>
    <w:p w14:paraId="34FE7602" w14:textId="19BC2D2F" w:rsidR="00340E3C" w:rsidRPr="00B267E0" w:rsidRDefault="00340E3C" w:rsidP="00340E3C">
      <w:pPr>
        <w:pStyle w:val="KeinLeerraum"/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28"/>
          <w:szCs w:val="28"/>
        </w:rPr>
        <w:t>Ansprechpartner</w:t>
      </w:r>
    </w:p>
    <w:p w14:paraId="631E2616" w14:textId="16A7F4CF" w:rsidR="001675E7" w:rsidRPr="00B267E0" w:rsidRDefault="001675E7" w:rsidP="00340E3C">
      <w:pPr>
        <w:pStyle w:val="KeinLeerraum"/>
        <w:rPr>
          <w:rFonts w:ascii="Candara" w:hAnsi="Candara" w:cs="Arial"/>
          <w:sz w:val="28"/>
          <w:szCs w:val="28"/>
        </w:rPr>
      </w:pPr>
    </w:p>
    <w:p w14:paraId="2101EACB" w14:textId="77777777" w:rsidR="00340E3C" w:rsidRPr="00B267E0" w:rsidRDefault="00340E3C" w:rsidP="00340E3C">
      <w:pPr>
        <w:pStyle w:val="KeinLeerraum"/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28"/>
          <w:szCs w:val="28"/>
        </w:rPr>
        <w:t>__________________________________</w:t>
      </w:r>
    </w:p>
    <w:p w14:paraId="61992CD6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4C59E555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2FBFD4AF" w14:textId="77777777" w:rsidR="00340E3C" w:rsidRPr="00B267E0" w:rsidRDefault="00340E3C" w:rsidP="00340E3C">
      <w:pPr>
        <w:pStyle w:val="KeinLeerraum"/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28"/>
          <w:szCs w:val="28"/>
        </w:rPr>
        <w:t>Adresse</w:t>
      </w:r>
    </w:p>
    <w:p w14:paraId="6D4EF924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09B8C36E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102E156D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52F8AE7E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294B04F2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3E098457" w14:textId="77777777" w:rsidR="00340E3C" w:rsidRPr="00B267E0" w:rsidRDefault="00340E3C" w:rsidP="00340E3C">
      <w:pPr>
        <w:pStyle w:val="KeinLeerraum"/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28"/>
          <w:szCs w:val="28"/>
        </w:rPr>
        <w:t>Mail und Telefon</w:t>
      </w:r>
    </w:p>
    <w:p w14:paraId="0E26E1F0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04B66FFC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65F2C813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2DF25D37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</w:p>
    <w:p w14:paraId="45EED86D" w14:textId="77777777" w:rsidR="00340E3C" w:rsidRPr="00B267E0" w:rsidRDefault="00340E3C" w:rsidP="00340E3C">
      <w:pPr>
        <w:pStyle w:val="KeinLeerraum"/>
        <w:rPr>
          <w:rFonts w:ascii="Candara" w:hAnsi="Candara" w:cs="Arial"/>
          <w:sz w:val="28"/>
          <w:szCs w:val="28"/>
        </w:rPr>
      </w:pPr>
      <w:r w:rsidRPr="00B267E0">
        <w:rPr>
          <w:rFonts w:ascii="Candara" w:hAnsi="Candara" w:cs="Arial"/>
          <w:sz w:val="28"/>
          <w:szCs w:val="28"/>
        </w:rPr>
        <w:t>Rechnungsadresse</w:t>
      </w:r>
    </w:p>
    <w:p w14:paraId="76F1B871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323DC801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072E9912" w14:textId="77777777" w:rsidR="00340E3C" w:rsidRPr="00B267E0" w:rsidRDefault="00340E3C" w:rsidP="00340E3C">
      <w:pPr>
        <w:pStyle w:val="KeinLeerraum"/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6623DBA8" w14:textId="699077A6" w:rsidR="00340E3C" w:rsidRPr="00B267E0" w:rsidRDefault="00340E3C" w:rsidP="00B267E0">
      <w:pPr>
        <w:pStyle w:val="KeinLeerraum"/>
        <w:tabs>
          <w:tab w:val="left" w:pos="4253"/>
        </w:tabs>
        <w:rPr>
          <w:rFonts w:ascii="Candara" w:hAnsi="Candara" w:cs="Arial"/>
          <w:sz w:val="40"/>
          <w:szCs w:val="40"/>
        </w:rPr>
      </w:pPr>
      <w:r w:rsidRPr="00B267E0">
        <w:rPr>
          <w:rFonts w:ascii="Candara" w:hAnsi="Candara" w:cs="Arial"/>
          <w:sz w:val="40"/>
          <w:szCs w:val="40"/>
        </w:rPr>
        <w:t>__________________________________</w:t>
      </w:r>
    </w:p>
    <w:p w14:paraId="4F27C018" w14:textId="77777777" w:rsidR="00712F68" w:rsidRPr="00B267E0" w:rsidRDefault="00712F68" w:rsidP="00712F68">
      <w:pPr>
        <w:pStyle w:val="KeinLeerraum"/>
        <w:rPr>
          <w:rFonts w:ascii="Candara" w:hAnsi="Candara" w:cs="Arial"/>
          <w:sz w:val="24"/>
          <w:szCs w:val="24"/>
        </w:rPr>
      </w:pPr>
    </w:p>
    <w:p w14:paraId="6A56C8B4" w14:textId="77777777" w:rsidR="00340E3C" w:rsidRPr="00B267E0" w:rsidRDefault="00340E3C" w:rsidP="00340E3C">
      <w:pPr>
        <w:pStyle w:val="KeinLeerraum"/>
        <w:rPr>
          <w:rFonts w:ascii="Candara" w:hAnsi="Candara" w:cs="Arial"/>
          <w:sz w:val="24"/>
          <w:szCs w:val="24"/>
        </w:rPr>
      </w:pPr>
      <w:r w:rsidRPr="00B267E0">
        <w:rPr>
          <w:rFonts w:ascii="Candara" w:hAnsi="Candara" w:cs="Arial"/>
          <w:sz w:val="24"/>
          <w:szCs w:val="24"/>
        </w:rPr>
        <w:t>Ort und Datum</w:t>
      </w: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4"/>
          <w:szCs w:val="24"/>
        </w:rPr>
        <w:tab/>
      </w:r>
      <w:r w:rsidRPr="00B267E0">
        <w:rPr>
          <w:rFonts w:ascii="Candara" w:hAnsi="Candara" w:cs="Arial"/>
          <w:sz w:val="24"/>
          <w:szCs w:val="24"/>
        </w:rPr>
        <w:tab/>
        <w:t>Unterschrift</w:t>
      </w:r>
      <w:r w:rsidRPr="00B267E0">
        <w:rPr>
          <w:rFonts w:ascii="Candara" w:hAnsi="Candara" w:cs="Arial"/>
          <w:sz w:val="24"/>
          <w:szCs w:val="24"/>
        </w:rPr>
        <w:tab/>
      </w:r>
    </w:p>
    <w:p w14:paraId="1AFC3E26" w14:textId="029CA402" w:rsidR="00F179F5" w:rsidRPr="00B267E0" w:rsidRDefault="00F179F5" w:rsidP="004978C8">
      <w:pPr>
        <w:pStyle w:val="KeinLeerraum"/>
        <w:tabs>
          <w:tab w:val="left" w:pos="4253"/>
        </w:tabs>
        <w:rPr>
          <w:rFonts w:ascii="Candara" w:hAnsi="Candara" w:cs="Arial"/>
          <w:sz w:val="24"/>
          <w:szCs w:val="24"/>
        </w:rPr>
      </w:pPr>
    </w:p>
    <w:p w14:paraId="4ADDBFF9" w14:textId="77777777" w:rsidR="00712F68" w:rsidRPr="00B267E0" w:rsidRDefault="00712F68" w:rsidP="004978C8">
      <w:pPr>
        <w:pStyle w:val="KeinLeerraum"/>
        <w:tabs>
          <w:tab w:val="left" w:pos="4253"/>
        </w:tabs>
        <w:rPr>
          <w:rFonts w:ascii="Candara" w:hAnsi="Candara" w:cs="Arial"/>
          <w:sz w:val="24"/>
          <w:szCs w:val="24"/>
        </w:rPr>
      </w:pPr>
    </w:p>
    <w:p w14:paraId="10A46EA1" w14:textId="36A3471C" w:rsidR="00340E3C" w:rsidRPr="00B267E0" w:rsidRDefault="00340E3C" w:rsidP="004978C8">
      <w:pPr>
        <w:pStyle w:val="KeinLeerraum"/>
        <w:tabs>
          <w:tab w:val="left" w:pos="4253"/>
        </w:tabs>
        <w:rPr>
          <w:rFonts w:ascii="Candara" w:hAnsi="Candara" w:cs="Arial"/>
          <w:sz w:val="24"/>
          <w:szCs w:val="24"/>
        </w:rPr>
      </w:pPr>
      <w:r w:rsidRPr="00B267E0">
        <w:rPr>
          <w:rFonts w:ascii="Candara" w:hAnsi="Candara" w:cs="Arial"/>
          <w:sz w:val="24"/>
          <w:szCs w:val="24"/>
        </w:rPr>
        <w:t>____________________________</w:t>
      </w:r>
      <w:r w:rsidR="004978C8" w:rsidRPr="00B267E0">
        <w:rPr>
          <w:rFonts w:ascii="Candara" w:hAnsi="Candara" w:cs="Arial"/>
          <w:sz w:val="24"/>
          <w:szCs w:val="24"/>
        </w:rPr>
        <w:t>_____</w:t>
      </w:r>
      <w:r w:rsidR="004978C8" w:rsidRPr="00B267E0">
        <w:rPr>
          <w:rFonts w:ascii="Candara" w:hAnsi="Candara" w:cs="Arial"/>
          <w:sz w:val="24"/>
          <w:szCs w:val="24"/>
        </w:rPr>
        <w:tab/>
        <w:t>____________________</w:t>
      </w:r>
      <w:r w:rsidRPr="00B267E0">
        <w:rPr>
          <w:rFonts w:ascii="Candara" w:hAnsi="Candara" w:cs="Arial"/>
          <w:sz w:val="24"/>
          <w:szCs w:val="24"/>
        </w:rPr>
        <w:tab/>
      </w:r>
    </w:p>
    <w:p w14:paraId="30EBD823" w14:textId="17B479B4" w:rsidR="00BB310C" w:rsidRPr="00B267E0" w:rsidRDefault="00BB310C" w:rsidP="004978C8">
      <w:pPr>
        <w:pStyle w:val="KeinLeerraum"/>
        <w:tabs>
          <w:tab w:val="left" w:pos="4253"/>
        </w:tabs>
        <w:rPr>
          <w:rFonts w:ascii="Candara" w:hAnsi="Candara" w:cs="Arial"/>
          <w:sz w:val="24"/>
          <w:szCs w:val="24"/>
        </w:rPr>
      </w:pPr>
    </w:p>
    <w:p w14:paraId="01ADABB0" w14:textId="2E6300E4" w:rsidR="00BB310C" w:rsidRPr="00B267E0" w:rsidRDefault="00BB310C" w:rsidP="004978C8">
      <w:pPr>
        <w:pStyle w:val="KeinLeerraum"/>
        <w:tabs>
          <w:tab w:val="left" w:pos="4253"/>
        </w:tabs>
        <w:rPr>
          <w:rFonts w:ascii="Candara" w:hAnsi="Candara" w:cs="Arial"/>
          <w:sz w:val="24"/>
          <w:szCs w:val="24"/>
        </w:rPr>
      </w:pPr>
      <w:r w:rsidRPr="00B267E0">
        <w:rPr>
          <w:rFonts w:ascii="Candara" w:hAnsi="Candara" w:cs="Arial"/>
          <w:sz w:val="24"/>
          <w:szCs w:val="24"/>
        </w:rPr>
        <w:t>Bitte im Golfsekre</w:t>
      </w:r>
      <w:r w:rsidR="00B267E0">
        <w:rPr>
          <w:rFonts w:ascii="Candara" w:hAnsi="Candara" w:cs="Arial"/>
          <w:sz w:val="24"/>
          <w:szCs w:val="24"/>
        </w:rPr>
        <w:t>tariat abgeben. Herzlichen Dank für die Unterstützung!</w:t>
      </w:r>
      <w:bookmarkStart w:id="0" w:name="_GoBack"/>
      <w:bookmarkEnd w:id="0"/>
    </w:p>
    <w:sectPr w:rsidR="00BB310C" w:rsidRPr="00B267E0" w:rsidSect="00712F68">
      <w:headerReference w:type="first" r:id="rId8"/>
      <w:footerReference w:type="first" r:id="rId9"/>
      <w:pgSz w:w="11906" w:h="16838" w:code="9"/>
      <w:pgMar w:top="907" w:right="1134" w:bottom="907" w:left="1985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52B0D" w14:textId="77777777" w:rsidR="009F4D98" w:rsidRDefault="009F4D98" w:rsidP="002D5F5A">
      <w:pPr>
        <w:spacing w:line="240" w:lineRule="auto"/>
      </w:pPr>
      <w:r>
        <w:separator/>
      </w:r>
    </w:p>
  </w:endnote>
  <w:endnote w:type="continuationSeparator" w:id="0">
    <w:p w14:paraId="61DE91A8" w14:textId="77777777" w:rsidR="009F4D98" w:rsidRDefault="009F4D98" w:rsidP="002D5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3B5CD" w14:textId="77777777" w:rsidR="0048742B" w:rsidRDefault="0048742B" w:rsidP="00A63BB4">
    <w:pPr>
      <w:pStyle w:val="Fuzeile"/>
      <w:tabs>
        <w:tab w:val="clear" w:pos="4536"/>
        <w:tab w:val="clear" w:pos="9639"/>
      </w:tabs>
      <w:ind w:right="-510" w:firstLine="708"/>
    </w:pPr>
    <w:r w:rsidRPr="006F2062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E81E45" wp14:editId="78DDFD6D">
              <wp:simplePos x="0" y="0"/>
              <wp:positionH relativeFrom="column">
                <wp:posOffset>-85271</wp:posOffset>
              </wp:positionH>
              <wp:positionV relativeFrom="paragraph">
                <wp:posOffset>1183640</wp:posOffset>
              </wp:positionV>
              <wp:extent cx="2286000" cy="26797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67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503FEC" w14:textId="77777777" w:rsidR="0048742B" w:rsidRDefault="0048742B">
                          <w:r>
                            <w:t>IBAN CH83 0023 5235 1562 9740 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9E81E4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7pt;margin-top:93.2pt;width:180pt;height:21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" stroked="f">
              <v:textbox style="mso-fit-shape-to-text:t">
                <w:txbxContent>
                  <w:p w14:paraId="77503FEC" w14:textId="77777777" w:rsidR="0048742B" w:rsidRDefault="0048742B">
                    <w:r>
                      <w:t>IBAN CH83 0023 5235 1562 9740 K</w:t>
                    </w:r>
                  </w:p>
                </w:txbxContent>
              </v:textbox>
            </v:shape>
          </w:pict>
        </mc:Fallback>
      </mc:AlternateContent>
    </w:r>
    <w:r>
      <w:ptab w:relativeTo="margin" w:alignment="right" w:leader="none"/>
    </w:r>
    <w:r>
      <w:rPr>
        <w:noProof/>
        <w:lang w:eastAsia="de-CH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CB786" w14:textId="77777777" w:rsidR="009F4D98" w:rsidRDefault="009F4D98" w:rsidP="002D5F5A">
      <w:pPr>
        <w:spacing w:line="240" w:lineRule="auto"/>
      </w:pPr>
      <w:r>
        <w:separator/>
      </w:r>
    </w:p>
  </w:footnote>
  <w:footnote w:type="continuationSeparator" w:id="0">
    <w:p w14:paraId="55E8BE98" w14:textId="77777777" w:rsidR="009F4D98" w:rsidRDefault="009F4D98" w:rsidP="002D5F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329" w:type="pct"/>
      <w:tblLook w:val="04A0" w:firstRow="1" w:lastRow="0" w:firstColumn="1" w:lastColumn="0" w:noHBand="0" w:noVBand="1"/>
    </w:tblPr>
    <w:tblGrid>
      <w:gridCol w:w="3691"/>
    </w:tblGrid>
    <w:tr w:rsidR="0048742B" w:rsidRPr="008E0D90" w14:paraId="51F1AF8B" w14:textId="77777777" w:rsidTr="0048742B">
      <w:trPr>
        <w:trHeight w:val="464"/>
      </w:trPr>
      <w:tc>
        <w:tcPr>
          <w:tcW w:w="5000" w:type="pct"/>
          <w:vMerge w:val="restart"/>
          <w:noWrap/>
          <w:vAlign w:val="center"/>
          <w:hideMark/>
        </w:tcPr>
        <w:p w14:paraId="2F18F923" w14:textId="728F26D9" w:rsidR="0048742B" w:rsidRPr="001675E7" w:rsidRDefault="0048742B" w:rsidP="00712F68">
          <w:pPr>
            <w:pStyle w:val="KeinLeerraum"/>
            <w:ind w:left="-105"/>
            <w:rPr>
              <w:rFonts w:asciiTheme="majorHAnsi" w:hAnsiTheme="majorHAnsi" w:cstheme="majorHAnsi"/>
              <w:color w:val="337148" w:themeColor="accent1"/>
              <w:szCs w:val="20"/>
            </w:rPr>
          </w:pPr>
          <w:r w:rsidRPr="001675E7">
            <w:rPr>
              <w:rFonts w:asciiTheme="majorHAnsi" w:hAnsiTheme="majorHAnsi" w:cstheme="majorHAnsi"/>
              <w:color w:val="337148" w:themeColor="accent1"/>
              <w:szCs w:val="20"/>
            </w:rPr>
            <w:t>Förderverein Jonathan Garbely „F</w:t>
          </w:r>
          <w:r w:rsidR="00A6403C" w:rsidRPr="001675E7">
            <w:rPr>
              <w:rFonts w:asciiTheme="majorHAnsi" w:hAnsiTheme="majorHAnsi" w:cstheme="majorHAnsi"/>
              <w:color w:val="337148" w:themeColor="accent1"/>
              <w:szCs w:val="20"/>
            </w:rPr>
            <w:t>VJG“</w:t>
          </w:r>
        </w:p>
      </w:tc>
    </w:tr>
    <w:tr w:rsidR="0048742B" w:rsidRPr="008E0D90" w14:paraId="2A1916B5" w14:textId="77777777" w:rsidTr="0048742B">
      <w:trPr>
        <w:trHeight w:val="464"/>
      </w:trPr>
      <w:tc>
        <w:tcPr>
          <w:tcW w:w="0" w:type="auto"/>
          <w:vMerge/>
          <w:vAlign w:val="center"/>
          <w:hideMark/>
        </w:tcPr>
        <w:p w14:paraId="4A986381" w14:textId="77777777" w:rsidR="0048742B" w:rsidRDefault="0048742B">
          <w:pPr>
            <w:spacing w:line="240" w:lineRule="auto"/>
            <w:rPr>
              <w:rFonts w:ascii="Cambria" w:hAnsi="Cambria"/>
              <w:color w:val="337148" w:themeColor="accent1"/>
              <w:sz w:val="22"/>
            </w:rPr>
          </w:pPr>
        </w:p>
      </w:tc>
    </w:tr>
  </w:tbl>
  <w:p w14:paraId="63B6662E" w14:textId="77777777" w:rsidR="0048742B" w:rsidRDefault="0048742B" w:rsidP="00A63BB4">
    <w:pPr>
      <w:pStyle w:val="Kopfzeile"/>
      <w:ind w:left="-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4A1D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308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6E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9A27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E2A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3035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2CF1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8A6B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3862A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E0C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43B5"/>
    <w:multiLevelType w:val="multilevel"/>
    <w:tmpl w:val="D46E1E92"/>
    <w:styleLink w:val="Aufzhlung"/>
    <w:lvl w:ilvl="0">
      <w:start w:val="1"/>
      <w:numFmt w:val="bullet"/>
      <w:pStyle w:val="Aufzhlungszeichen"/>
      <w:lvlText w:val="·"/>
      <w:lvlJc w:val="left"/>
      <w:pPr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Aufzhlungszeichen2"/>
      <w:lvlText w:val="·"/>
      <w:lvlJc w:val="left"/>
      <w:pPr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pStyle w:val="Aufzhlungszeichen3"/>
      <w:lvlText w:val="·"/>
      <w:lvlJc w:val="left"/>
      <w:pPr>
        <w:ind w:left="1276" w:hanging="425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EA07E1"/>
    <w:multiLevelType w:val="hybridMultilevel"/>
    <w:tmpl w:val="EA86DA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10FD3"/>
    <w:multiLevelType w:val="hybridMultilevel"/>
    <w:tmpl w:val="6492CBF6"/>
    <w:lvl w:ilvl="0" w:tplc="33E08CD6">
      <w:start w:val="4"/>
      <w:numFmt w:val="bullet"/>
      <w:lvlText w:val="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17A80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pStyle w:val="Aufzhlungszeichen"/>
        <w:lvlText w:val="·"/>
        <w:lvlJc w:val="left"/>
        <w:pPr>
          <w:ind w:left="425" w:hanging="425"/>
        </w:pPr>
        <w:rPr>
          <w:rFonts w:ascii="Symbol" w:hAnsi="Symbol" w:hint="default"/>
          <w:color w:val="auto"/>
        </w:rPr>
      </w:lvl>
    </w:lvlOverride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2D"/>
    <w:rsid w:val="000061AC"/>
    <w:rsid w:val="00007E43"/>
    <w:rsid w:val="00014EC4"/>
    <w:rsid w:val="000176D0"/>
    <w:rsid w:val="000207DA"/>
    <w:rsid w:val="00024BEB"/>
    <w:rsid w:val="0002727F"/>
    <w:rsid w:val="00040487"/>
    <w:rsid w:val="000421A8"/>
    <w:rsid w:val="00043AE3"/>
    <w:rsid w:val="00054AEB"/>
    <w:rsid w:val="0005647D"/>
    <w:rsid w:val="000700D9"/>
    <w:rsid w:val="0007489D"/>
    <w:rsid w:val="00080178"/>
    <w:rsid w:val="00090879"/>
    <w:rsid w:val="00093197"/>
    <w:rsid w:val="00094326"/>
    <w:rsid w:val="000A22C1"/>
    <w:rsid w:val="000A31AB"/>
    <w:rsid w:val="000B0866"/>
    <w:rsid w:val="000B0A27"/>
    <w:rsid w:val="000B6D49"/>
    <w:rsid w:val="000C0200"/>
    <w:rsid w:val="000C23E9"/>
    <w:rsid w:val="000C4149"/>
    <w:rsid w:val="000C6556"/>
    <w:rsid w:val="000D6516"/>
    <w:rsid w:val="000E0008"/>
    <w:rsid w:val="000E44CF"/>
    <w:rsid w:val="001005ED"/>
    <w:rsid w:val="001150A4"/>
    <w:rsid w:val="0012147B"/>
    <w:rsid w:val="001675E7"/>
    <w:rsid w:val="00175327"/>
    <w:rsid w:val="00175398"/>
    <w:rsid w:val="00194512"/>
    <w:rsid w:val="001A0009"/>
    <w:rsid w:val="001B2061"/>
    <w:rsid w:val="001C1693"/>
    <w:rsid w:val="001C5ED2"/>
    <w:rsid w:val="001D37B4"/>
    <w:rsid w:val="001D483B"/>
    <w:rsid w:val="001D5636"/>
    <w:rsid w:val="001E0B03"/>
    <w:rsid w:val="001E7E92"/>
    <w:rsid w:val="001F34F4"/>
    <w:rsid w:val="002000D0"/>
    <w:rsid w:val="00222C39"/>
    <w:rsid w:val="00225CAC"/>
    <w:rsid w:val="00227380"/>
    <w:rsid w:val="00232176"/>
    <w:rsid w:val="002444C4"/>
    <w:rsid w:val="0025147D"/>
    <w:rsid w:val="00260E3B"/>
    <w:rsid w:val="00262303"/>
    <w:rsid w:val="00267E08"/>
    <w:rsid w:val="00285587"/>
    <w:rsid w:val="002962EA"/>
    <w:rsid w:val="00296562"/>
    <w:rsid w:val="002B12BE"/>
    <w:rsid w:val="002B5838"/>
    <w:rsid w:val="002C2B77"/>
    <w:rsid w:val="002C2BE9"/>
    <w:rsid w:val="002D5F5A"/>
    <w:rsid w:val="002E3B80"/>
    <w:rsid w:val="002F1BAD"/>
    <w:rsid w:val="002F48A9"/>
    <w:rsid w:val="002F48CC"/>
    <w:rsid w:val="00302783"/>
    <w:rsid w:val="00304BC9"/>
    <w:rsid w:val="003075BD"/>
    <w:rsid w:val="00310466"/>
    <w:rsid w:val="003128C8"/>
    <w:rsid w:val="00320662"/>
    <w:rsid w:val="00334707"/>
    <w:rsid w:val="00335378"/>
    <w:rsid w:val="0033704C"/>
    <w:rsid w:val="003370AC"/>
    <w:rsid w:val="00340E3C"/>
    <w:rsid w:val="003419F4"/>
    <w:rsid w:val="00350BCF"/>
    <w:rsid w:val="00353E18"/>
    <w:rsid w:val="00363259"/>
    <w:rsid w:val="00363BB7"/>
    <w:rsid w:val="00365453"/>
    <w:rsid w:val="00365B24"/>
    <w:rsid w:val="00371D30"/>
    <w:rsid w:val="00372650"/>
    <w:rsid w:val="00394F02"/>
    <w:rsid w:val="003A31BA"/>
    <w:rsid w:val="003B481A"/>
    <w:rsid w:val="003D0363"/>
    <w:rsid w:val="003D3E67"/>
    <w:rsid w:val="003D41F9"/>
    <w:rsid w:val="003E27C8"/>
    <w:rsid w:val="003E3459"/>
    <w:rsid w:val="003F1ED3"/>
    <w:rsid w:val="003F7A77"/>
    <w:rsid w:val="00401581"/>
    <w:rsid w:val="00406641"/>
    <w:rsid w:val="004174F3"/>
    <w:rsid w:val="00417CE2"/>
    <w:rsid w:val="00441425"/>
    <w:rsid w:val="0045788A"/>
    <w:rsid w:val="00457C6D"/>
    <w:rsid w:val="0046522D"/>
    <w:rsid w:val="00466A59"/>
    <w:rsid w:val="00472C7C"/>
    <w:rsid w:val="00473804"/>
    <w:rsid w:val="0048742B"/>
    <w:rsid w:val="00493BD0"/>
    <w:rsid w:val="00495901"/>
    <w:rsid w:val="004978C8"/>
    <w:rsid w:val="004A04D9"/>
    <w:rsid w:val="004A1626"/>
    <w:rsid w:val="004A1F57"/>
    <w:rsid w:val="004A7087"/>
    <w:rsid w:val="004B3398"/>
    <w:rsid w:val="004C0112"/>
    <w:rsid w:val="004C4F83"/>
    <w:rsid w:val="004C63CA"/>
    <w:rsid w:val="004D1AE4"/>
    <w:rsid w:val="004E739B"/>
    <w:rsid w:val="004F2B17"/>
    <w:rsid w:val="004F3004"/>
    <w:rsid w:val="004F3D33"/>
    <w:rsid w:val="00501E78"/>
    <w:rsid w:val="00502C86"/>
    <w:rsid w:val="00503E91"/>
    <w:rsid w:val="00504AB5"/>
    <w:rsid w:val="00514E69"/>
    <w:rsid w:val="0051571D"/>
    <w:rsid w:val="0052202A"/>
    <w:rsid w:val="00527979"/>
    <w:rsid w:val="0054257D"/>
    <w:rsid w:val="0055106D"/>
    <w:rsid w:val="005513FC"/>
    <w:rsid w:val="005562C9"/>
    <w:rsid w:val="005605E1"/>
    <w:rsid w:val="00570520"/>
    <w:rsid w:val="005870B2"/>
    <w:rsid w:val="0059111D"/>
    <w:rsid w:val="005979EA"/>
    <w:rsid w:val="005A04B5"/>
    <w:rsid w:val="005A200B"/>
    <w:rsid w:val="005A35E7"/>
    <w:rsid w:val="005A6E90"/>
    <w:rsid w:val="005A7EF0"/>
    <w:rsid w:val="005D0A17"/>
    <w:rsid w:val="005D65D0"/>
    <w:rsid w:val="005D668D"/>
    <w:rsid w:val="005E2E8C"/>
    <w:rsid w:val="005E4C31"/>
    <w:rsid w:val="005F22C1"/>
    <w:rsid w:val="005F7FAD"/>
    <w:rsid w:val="006003FB"/>
    <w:rsid w:val="006021CC"/>
    <w:rsid w:val="0060340D"/>
    <w:rsid w:val="00607BD6"/>
    <w:rsid w:val="00607EC9"/>
    <w:rsid w:val="00616268"/>
    <w:rsid w:val="00623C8F"/>
    <w:rsid w:val="00626058"/>
    <w:rsid w:val="00633173"/>
    <w:rsid w:val="00636AAB"/>
    <w:rsid w:val="006407B7"/>
    <w:rsid w:val="0066030D"/>
    <w:rsid w:val="006625C3"/>
    <w:rsid w:val="0066388C"/>
    <w:rsid w:val="00666B7E"/>
    <w:rsid w:val="006736DB"/>
    <w:rsid w:val="00675422"/>
    <w:rsid w:val="006A618D"/>
    <w:rsid w:val="006B54D4"/>
    <w:rsid w:val="006C1962"/>
    <w:rsid w:val="006C40CE"/>
    <w:rsid w:val="006E27D0"/>
    <w:rsid w:val="006E741D"/>
    <w:rsid w:val="006F2062"/>
    <w:rsid w:val="006F2497"/>
    <w:rsid w:val="00700F33"/>
    <w:rsid w:val="007102A5"/>
    <w:rsid w:val="00712F68"/>
    <w:rsid w:val="007174CA"/>
    <w:rsid w:val="0072077C"/>
    <w:rsid w:val="00726A6B"/>
    <w:rsid w:val="00727438"/>
    <w:rsid w:val="007355EE"/>
    <w:rsid w:val="007462AF"/>
    <w:rsid w:val="007465F3"/>
    <w:rsid w:val="00750DC2"/>
    <w:rsid w:val="0075388D"/>
    <w:rsid w:val="00762B24"/>
    <w:rsid w:val="00772CBD"/>
    <w:rsid w:val="00776529"/>
    <w:rsid w:val="007814CC"/>
    <w:rsid w:val="007A344D"/>
    <w:rsid w:val="007B3A93"/>
    <w:rsid w:val="007D7158"/>
    <w:rsid w:val="007E7A8A"/>
    <w:rsid w:val="007F0739"/>
    <w:rsid w:val="007F082D"/>
    <w:rsid w:val="00800904"/>
    <w:rsid w:val="008074B8"/>
    <w:rsid w:val="008109A9"/>
    <w:rsid w:val="00842E44"/>
    <w:rsid w:val="0086458B"/>
    <w:rsid w:val="00866777"/>
    <w:rsid w:val="008841DC"/>
    <w:rsid w:val="008867CC"/>
    <w:rsid w:val="00892E3C"/>
    <w:rsid w:val="008935B1"/>
    <w:rsid w:val="00893C3D"/>
    <w:rsid w:val="008A1075"/>
    <w:rsid w:val="008A2095"/>
    <w:rsid w:val="008A7088"/>
    <w:rsid w:val="008B02C4"/>
    <w:rsid w:val="008B045D"/>
    <w:rsid w:val="008C77F1"/>
    <w:rsid w:val="008E2FAD"/>
    <w:rsid w:val="008E332B"/>
    <w:rsid w:val="008F1A11"/>
    <w:rsid w:val="008F380A"/>
    <w:rsid w:val="008F3A9D"/>
    <w:rsid w:val="00900203"/>
    <w:rsid w:val="00904719"/>
    <w:rsid w:val="00906DB5"/>
    <w:rsid w:val="0091244E"/>
    <w:rsid w:val="00921FD0"/>
    <w:rsid w:val="00923736"/>
    <w:rsid w:val="009240A6"/>
    <w:rsid w:val="00927A5B"/>
    <w:rsid w:val="009534B8"/>
    <w:rsid w:val="00954F6B"/>
    <w:rsid w:val="00955BE0"/>
    <w:rsid w:val="00963DFE"/>
    <w:rsid w:val="009647AC"/>
    <w:rsid w:val="00966EAE"/>
    <w:rsid w:val="00971F11"/>
    <w:rsid w:val="00973DBC"/>
    <w:rsid w:val="00977C4F"/>
    <w:rsid w:val="00982090"/>
    <w:rsid w:val="009A52FF"/>
    <w:rsid w:val="009B19CC"/>
    <w:rsid w:val="009B28CD"/>
    <w:rsid w:val="009B4F72"/>
    <w:rsid w:val="009C0475"/>
    <w:rsid w:val="009C5ADA"/>
    <w:rsid w:val="009C7B36"/>
    <w:rsid w:val="009D094C"/>
    <w:rsid w:val="009E3A51"/>
    <w:rsid w:val="009E59A7"/>
    <w:rsid w:val="009F397A"/>
    <w:rsid w:val="009F4D98"/>
    <w:rsid w:val="00A01DF1"/>
    <w:rsid w:val="00A03378"/>
    <w:rsid w:val="00A118F4"/>
    <w:rsid w:val="00A240FA"/>
    <w:rsid w:val="00A274DC"/>
    <w:rsid w:val="00A27B44"/>
    <w:rsid w:val="00A30E14"/>
    <w:rsid w:val="00A36776"/>
    <w:rsid w:val="00A434E9"/>
    <w:rsid w:val="00A551B0"/>
    <w:rsid w:val="00A5633E"/>
    <w:rsid w:val="00A576A9"/>
    <w:rsid w:val="00A61B7C"/>
    <w:rsid w:val="00A63989"/>
    <w:rsid w:val="00A63BB4"/>
    <w:rsid w:val="00A6400E"/>
    <w:rsid w:val="00A6403C"/>
    <w:rsid w:val="00A655DD"/>
    <w:rsid w:val="00A670F3"/>
    <w:rsid w:val="00A75E5A"/>
    <w:rsid w:val="00A86BC9"/>
    <w:rsid w:val="00A95F04"/>
    <w:rsid w:val="00A962A7"/>
    <w:rsid w:val="00A97C4D"/>
    <w:rsid w:val="00AA2D44"/>
    <w:rsid w:val="00AB1D25"/>
    <w:rsid w:val="00AB34A8"/>
    <w:rsid w:val="00AE3F1B"/>
    <w:rsid w:val="00AE46EE"/>
    <w:rsid w:val="00AE5761"/>
    <w:rsid w:val="00AF22D3"/>
    <w:rsid w:val="00B009B9"/>
    <w:rsid w:val="00B149D1"/>
    <w:rsid w:val="00B16002"/>
    <w:rsid w:val="00B16B0A"/>
    <w:rsid w:val="00B267E0"/>
    <w:rsid w:val="00B27530"/>
    <w:rsid w:val="00B45963"/>
    <w:rsid w:val="00B4602B"/>
    <w:rsid w:val="00B62DAD"/>
    <w:rsid w:val="00B6303D"/>
    <w:rsid w:val="00B70F12"/>
    <w:rsid w:val="00B741E2"/>
    <w:rsid w:val="00B84BE9"/>
    <w:rsid w:val="00B97277"/>
    <w:rsid w:val="00BB0F1E"/>
    <w:rsid w:val="00BB310C"/>
    <w:rsid w:val="00BB5DCA"/>
    <w:rsid w:val="00BC7ED3"/>
    <w:rsid w:val="00BD1381"/>
    <w:rsid w:val="00BD35E0"/>
    <w:rsid w:val="00BD5E18"/>
    <w:rsid w:val="00BF4865"/>
    <w:rsid w:val="00C03C39"/>
    <w:rsid w:val="00C06E41"/>
    <w:rsid w:val="00C240BD"/>
    <w:rsid w:val="00C25A74"/>
    <w:rsid w:val="00C338C6"/>
    <w:rsid w:val="00C40294"/>
    <w:rsid w:val="00C50DD7"/>
    <w:rsid w:val="00C544AB"/>
    <w:rsid w:val="00C671C9"/>
    <w:rsid w:val="00C75E60"/>
    <w:rsid w:val="00C7601E"/>
    <w:rsid w:val="00C967A5"/>
    <w:rsid w:val="00CA56D3"/>
    <w:rsid w:val="00CA78D0"/>
    <w:rsid w:val="00CB2BB1"/>
    <w:rsid w:val="00CB3583"/>
    <w:rsid w:val="00CC68E0"/>
    <w:rsid w:val="00CE018B"/>
    <w:rsid w:val="00CE0416"/>
    <w:rsid w:val="00CE130D"/>
    <w:rsid w:val="00CE313F"/>
    <w:rsid w:val="00CE7703"/>
    <w:rsid w:val="00CF0471"/>
    <w:rsid w:val="00CF4F50"/>
    <w:rsid w:val="00D0072A"/>
    <w:rsid w:val="00D15B69"/>
    <w:rsid w:val="00D2333F"/>
    <w:rsid w:val="00D240BC"/>
    <w:rsid w:val="00D24554"/>
    <w:rsid w:val="00D27165"/>
    <w:rsid w:val="00D33738"/>
    <w:rsid w:val="00D41BD6"/>
    <w:rsid w:val="00D71966"/>
    <w:rsid w:val="00D720C3"/>
    <w:rsid w:val="00D87AEA"/>
    <w:rsid w:val="00D90127"/>
    <w:rsid w:val="00D91A45"/>
    <w:rsid w:val="00D922AF"/>
    <w:rsid w:val="00DA15AE"/>
    <w:rsid w:val="00DA2B21"/>
    <w:rsid w:val="00DA490F"/>
    <w:rsid w:val="00DA585F"/>
    <w:rsid w:val="00DC40D9"/>
    <w:rsid w:val="00DC50D3"/>
    <w:rsid w:val="00DC739A"/>
    <w:rsid w:val="00DD1FEC"/>
    <w:rsid w:val="00DD2EFD"/>
    <w:rsid w:val="00DD4153"/>
    <w:rsid w:val="00DE5332"/>
    <w:rsid w:val="00DF67BE"/>
    <w:rsid w:val="00E01E91"/>
    <w:rsid w:val="00E030FF"/>
    <w:rsid w:val="00E0416A"/>
    <w:rsid w:val="00E23FE6"/>
    <w:rsid w:val="00E33343"/>
    <w:rsid w:val="00E41167"/>
    <w:rsid w:val="00E436AD"/>
    <w:rsid w:val="00E45DC8"/>
    <w:rsid w:val="00E62915"/>
    <w:rsid w:val="00E70827"/>
    <w:rsid w:val="00E74374"/>
    <w:rsid w:val="00EB31AB"/>
    <w:rsid w:val="00ED0163"/>
    <w:rsid w:val="00EE00FD"/>
    <w:rsid w:val="00EE1231"/>
    <w:rsid w:val="00EE757A"/>
    <w:rsid w:val="00F00EBB"/>
    <w:rsid w:val="00F16D0D"/>
    <w:rsid w:val="00F179F5"/>
    <w:rsid w:val="00F34587"/>
    <w:rsid w:val="00F34916"/>
    <w:rsid w:val="00F436F0"/>
    <w:rsid w:val="00F4428A"/>
    <w:rsid w:val="00F54105"/>
    <w:rsid w:val="00F63233"/>
    <w:rsid w:val="00F66F9E"/>
    <w:rsid w:val="00F753A8"/>
    <w:rsid w:val="00F775A9"/>
    <w:rsid w:val="00F908D6"/>
    <w:rsid w:val="00FA2642"/>
    <w:rsid w:val="00FB1CA5"/>
    <w:rsid w:val="00FC4EDC"/>
    <w:rsid w:val="00FD0B5A"/>
    <w:rsid w:val="00FD284A"/>
    <w:rsid w:val="00FD29AF"/>
    <w:rsid w:val="00FD4C66"/>
    <w:rsid w:val="00FE43BB"/>
    <w:rsid w:val="00FE5A5F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287B7E5"/>
  <w15:docId w15:val="{44209664-571A-4014-BB35-D0BB1AD5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2062"/>
    <w:pPr>
      <w:spacing w:after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4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1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414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4414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337148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4414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7148" w:themeColor="accent1"/>
      <w:u w:val="singl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414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9382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8C77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7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37148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7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Listenabsatz">
    <w:name w:val="List Paragraph"/>
    <w:basedOn w:val="Standard"/>
    <w:uiPriority w:val="34"/>
    <w:rsid w:val="008C77F1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1425"/>
    <w:rPr>
      <w:rFonts w:asciiTheme="majorHAnsi" w:eastAsiaTheme="majorEastAsia" w:hAnsiTheme="majorHAnsi" w:cstheme="majorBidi"/>
      <w:b/>
      <w:bCs/>
      <w:iCs/>
      <w:color w:val="337148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41425"/>
    <w:rPr>
      <w:rFonts w:asciiTheme="majorHAnsi" w:eastAsiaTheme="majorEastAsia" w:hAnsiTheme="majorHAnsi" w:cstheme="majorBidi"/>
      <w:color w:val="337148" w:themeColor="accent1"/>
      <w:sz w:val="20"/>
      <w:u w:val="singl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41425"/>
    <w:rPr>
      <w:rFonts w:asciiTheme="majorHAnsi" w:eastAsiaTheme="majorEastAsia" w:hAnsiTheme="majorHAnsi" w:cstheme="majorBidi"/>
      <w:i/>
      <w:iCs/>
      <w:color w:val="193823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C77F1"/>
    <w:rPr>
      <w:rFonts w:asciiTheme="majorHAnsi" w:eastAsiaTheme="majorEastAsia" w:hAnsiTheme="majorHAnsi" w:cstheme="majorBidi"/>
      <w:color w:val="337148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441425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441425"/>
    <w:pPr>
      <w:pBdr>
        <w:bottom w:val="single" w:sz="8" w:space="4" w:color="33714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41425"/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441425"/>
    <w:pPr>
      <w:numPr>
        <w:ilvl w:val="1"/>
      </w:numPr>
    </w:pPr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1425"/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C77F1"/>
    <w:rPr>
      <w:b/>
      <w:bCs/>
    </w:rPr>
  </w:style>
  <w:style w:type="character" w:styleId="Hervorhebung">
    <w:name w:val="Emphasis"/>
    <w:basedOn w:val="Absatz-Standardschriftart"/>
    <w:uiPriority w:val="20"/>
    <w:rsid w:val="008C77F1"/>
    <w:rPr>
      <w:i/>
      <w:iCs/>
    </w:rPr>
  </w:style>
  <w:style w:type="paragraph" w:styleId="KeinLeerraum">
    <w:name w:val="No Spacing"/>
    <w:link w:val="KeinLeerraumZchn"/>
    <w:qFormat/>
    <w:rsid w:val="00441425"/>
    <w:pPr>
      <w:spacing w:after="0" w:line="240" w:lineRule="auto"/>
    </w:pPr>
    <w:rPr>
      <w:sz w:val="20"/>
    </w:rPr>
  </w:style>
  <w:style w:type="character" w:customStyle="1" w:styleId="KeinLeerraumZchn">
    <w:name w:val="Kein Leerraum Zchn"/>
    <w:basedOn w:val="Absatz-Standardschriftart"/>
    <w:link w:val="KeinLeerraum"/>
    <w:rsid w:val="00441425"/>
    <w:rPr>
      <w:sz w:val="20"/>
    </w:rPr>
  </w:style>
  <w:style w:type="paragraph" w:styleId="Zitat">
    <w:name w:val="Quote"/>
    <w:basedOn w:val="Standard"/>
    <w:next w:val="Standard"/>
    <w:link w:val="ZitatZchn"/>
    <w:uiPriority w:val="29"/>
    <w:rsid w:val="008C77F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C77F1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8C77F1"/>
    <w:pPr>
      <w:pBdr>
        <w:bottom w:val="single" w:sz="4" w:space="4" w:color="337148" w:themeColor="accent1"/>
      </w:pBdr>
      <w:spacing w:before="200" w:after="280"/>
      <w:ind w:left="936" w:right="936"/>
    </w:pPr>
    <w:rPr>
      <w:b/>
      <w:bCs/>
      <w:i/>
      <w:iCs/>
      <w:color w:val="337148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7F1"/>
    <w:rPr>
      <w:b/>
      <w:bCs/>
      <w:i/>
      <w:iCs/>
      <w:color w:val="337148" w:themeColor="accent1"/>
    </w:rPr>
  </w:style>
  <w:style w:type="character" w:styleId="SchwacheHervorhebung">
    <w:name w:val="Subtle Emphasis"/>
    <w:basedOn w:val="Absatz-Standardschriftart"/>
    <w:uiPriority w:val="19"/>
    <w:rsid w:val="008C77F1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rsid w:val="00441425"/>
    <w:rPr>
      <w:b/>
      <w:bCs/>
      <w:i/>
      <w:iCs/>
      <w:color w:val="000000" w:themeColor="text1"/>
    </w:rPr>
  </w:style>
  <w:style w:type="character" w:styleId="SchwacherVerweis">
    <w:name w:val="Subtle Reference"/>
    <w:basedOn w:val="Absatz-Standardschriftart"/>
    <w:uiPriority w:val="31"/>
    <w:rsid w:val="008C77F1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8C77F1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8C77F1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C77F1"/>
    <w:pPr>
      <w:outlineLvl w:val="9"/>
    </w:pPr>
  </w:style>
  <w:style w:type="paragraph" w:styleId="Fuzeile">
    <w:name w:val="footer"/>
    <w:basedOn w:val="Standard"/>
    <w:link w:val="FuzeileZchn"/>
    <w:uiPriority w:val="99"/>
    <w:unhideWhenUsed/>
    <w:rsid w:val="00E030FF"/>
    <w:pPr>
      <w:tabs>
        <w:tab w:val="center" w:pos="4536"/>
        <w:tab w:val="right" w:pos="9639"/>
      </w:tabs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030FF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304BC9"/>
    <w:rPr>
      <w:vanish/>
      <w:color w:val="7F7F7F" w:themeColor="text1" w:themeTint="80"/>
    </w:rPr>
  </w:style>
  <w:style w:type="paragraph" w:customStyle="1" w:styleId="Absenderzeile">
    <w:name w:val="Absenderzeile"/>
    <w:basedOn w:val="Standard"/>
    <w:next w:val="Standard"/>
    <w:qFormat/>
    <w:rsid w:val="00502C86"/>
    <w:pPr>
      <w:spacing w:after="180"/>
    </w:pPr>
    <w:rPr>
      <w:sz w:val="14"/>
      <w:u w:val="single"/>
    </w:rPr>
  </w:style>
  <w:style w:type="paragraph" w:styleId="Aufzhlungszeichen">
    <w:name w:val="List Bullet"/>
    <w:basedOn w:val="Standard"/>
    <w:uiPriority w:val="99"/>
    <w:unhideWhenUsed/>
    <w:qFormat/>
    <w:rsid w:val="002D5F5A"/>
    <w:pPr>
      <w:numPr>
        <w:numId w:val="14"/>
      </w:numPr>
      <w:contextualSpacing/>
    </w:pPr>
  </w:style>
  <w:style w:type="paragraph" w:styleId="Listennummer">
    <w:name w:val="List Number"/>
    <w:basedOn w:val="Standard"/>
    <w:uiPriority w:val="99"/>
    <w:unhideWhenUsed/>
    <w:qFormat/>
    <w:rsid w:val="002D5F5A"/>
    <w:pPr>
      <w:numPr>
        <w:numId w:val="9"/>
      </w:numPr>
      <w:tabs>
        <w:tab w:val="clear" w:pos="360"/>
        <w:tab w:val="left" w:pos="284"/>
      </w:tabs>
      <w:ind w:left="425" w:hanging="425"/>
      <w:contextualSpacing/>
    </w:pPr>
  </w:style>
  <w:style w:type="numbering" w:customStyle="1" w:styleId="Aufzhlung">
    <w:name w:val="Aufzählung"/>
    <w:uiPriority w:val="99"/>
    <w:rsid w:val="002D5F5A"/>
    <w:pPr>
      <w:numPr>
        <w:numId w:val="15"/>
      </w:numPr>
    </w:pPr>
  </w:style>
  <w:style w:type="paragraph" w:styleId="Kopfzeile">
    <w:name w:val="header"/>
    <w:basedOn w:val="Standard"/>
    <w:link w:val="KopfzeileZchn"/>
    <w:uiPriority w:val="99"/>
    <w:unhideWhenUsed/>
    <w:rsid w:val="002D5F5A"/>
    <w:pPr>
      <w:tabs>
        <w:tab w:val="center" w:pos="4536"/>
        <w:tab w:val="right" w:pos="9072"/>
      </w:tabs>
      <w:spacing w:line="240" w:lineRule="auto"/>
    </w:pPr>
  </w:style>
  <w:style w:type="paragraph" w:styleId="Aufzhlungszeichen2">
    <w:name w:val="List Bullet 2"/>
    <w:basedOn w:val="Standard"/>
    <w:uiPriority w:val="99"/>
    <w:unhideWhenUsed/>
    <w:rsid w:val="002D5F5A"/>
    <w:pPr>
      <w:numPr>
        <w:ilvl w:val="1"/>
        <w:numId w:val="14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2D5F5A"/>
    <w:pPr>
      <w:numPr>
        <w:ilvl w:val="2"/>
        <w:numId w:val="14"/>
      </w:numPr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2D5F5A"/>
    <w:rPr>
      <w:sz w:val="20"/>
    </w:rPr>
  </w:style>
  <w:style w:type="table" w:styleId="Tabellenraster">
    <w:name w:val="Table Grid"/>
    <w:basedOn w:val="NormaleTabelle"/>
    <w:uiPriority w:val="59"/>
    <w:rsid w:val="008B0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qFormat/>
    <w:rsid w:val="00F66F9E"/>
    <w:pPr>
      <w:spacing w:before="560" w:after="260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E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&#252;ndler\Dropbox\Vorstand%20Club%20100\Briefschaften_Logos\Club%20100_Brief.dotx" TargetMode="External"/></Relationships>
</file>

<file path=word/theme/theme1.xml><?xml version="1.0" encoding="utf-8"?>
<a:theme xmlns:a="http://schemas.openxmlformats.org/drawingml/2006/main" name="Larissa">
  <a:themeElements>
    <a:clrScheme name="Golf Emmenta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37148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E232FE-7FCC-4C1B-BD49-FBD7FD70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Club 100_Brief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aDue IT GmbH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Bründler</dc:creator>
  <cp:lastModifiedBy>Salomé Garbely</cp:lastModifiedBy>
  <cp:revision>4</cp:revision>
  <cp:lastPrinted>2020-03-11T15:11:00Z</cp:lastPrinted>
  <dcterms:created xsi:type="dcterms:W3CDTF">2020-03-11T20:24:00Z</dcterms:created>
  <dcterms:modified xsi:type="dcterms:W3CDTF">2020-05-29T17:24:00Z</dcterms:modified>
</cp:coreProperties>
</file>